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B7" w:rsidRPr="00B316B7" w:rsidRDefault="00B316B7" w:rsidP="00B316B7">
      <w:pPr>
        <w:spacing w:after="0" w:line="240" w:lineRule="auto"/>
        <w:jc w:val="center"/>
        <w:rPr>
          <w:b/>
          <w:sz w:val="28"/>
          <w:u w:val="single"/>
        </w:rPr>
      </w:pPr>
      <w:r w:rsidRPr="00B316B7">
        <w:rPr>
          <w:b/>
          <w:sz w:val="28"/>
          <w:u w:val="single"/>
        </w:rPr>
        <w:t>ENTRE 30 PRODUCTION SCHEDULE MAY 20-23</w:t>
      </w:r>
    </w:p>
    <w:p w:rsidR="00B316B7" w:rsidRDefault="00B316B7" w:rsidP="00B316B7">
      <w:pPr>
        <w:spacing w:after="0" w:line="240" w:lineRule="auto"/>
        <w:rPr>
          <w:u w:val="single"/>
        </w:rPr>
      </w:pPr>
    </w:p>
    <w:p w:rsidR="00105696" w:rsidRPr="00B52BEE" w:rsidRDefault="00B52BEE" w:rsidP="00B316B7">
      <w:pPr>
        <w:spacing w:after="0" w:line="240" w:lineRule="auto"/>
        <w:rPr>
          <w:u w:val="single"/>
        </w:rPr>
      </w:pPr>
      <w:r w:rsidRPr="00B52BEE">
        <w:rPr>
          <w:u w:val="single"/>
        </w:rPr>
        <w:t>Wednesday Morning (Gardiner):</w:t>
      </w:r>
    </w:p>
    <w:p w:rsidR="00B52BEE" w:rsidRDefault="00B52BEE" w:rsidP="00B316B7">
      <w:pPr>
        <w:spacing w:after="0" w:line="240" w:lineRule="auto"/>
      </w:pPr>
      <w:r>
        <w:t>Noah – Dishes</w:t>
      </w:r>
    </w:p>
    <w:p w:rsidR="00B52BEE" w:rsidRDefault="00B52BEE" w:rsidP="00B316B7">
      <w:pPr>
        <w:spacing w:after="0" w:line="240" w:lineRule="auto"/>
      </w:pPr>
      <w:r>
        <w:t>Marissa – cinnamon roll icing (3 dozen)</w:t>
      </w:r>
    </w:p>
    <w:p w:rsidR="00B52BEE" w:rsidRDefault="00B52BEE" w:rsidP="00B316B7">
      <w:pPr>
        <w:spacing w:after="0" w:line="240" w:lineRule="auto"/>
      </w:pPr>
      <w:r>
        <w:t>Nikki – Cookies &amp; Cream (1 dozen)</w:t>
      </w:r>
      <w:bookmarkStart w:id="0" w:name="_GoBack"/>
      <w:bookmarkEnd w:id="0"/>
    </w:p>
    <w:p w:rsidR="00B52BEE" w:rsidRDefault="00B52BEE" w:rsidP="00B316B7">
      <w:pPr>
        <w:spacing w:after="0" w:line="240" w:lineRule="auto"/>
      </w:pPr>
      <w:proofErr w:type="spellStart"/>
      <w:r>
        <w:t>Shae</w:t>
      </w:r>
      <w:proofErr w:type="spellEnd"/>
      <w:r>
        <w:t>-Lynn – Cookies &amp; Cream (1 dozen)</w:t>
      </w:r>
    </w:p>
    <w:p w:rsidR="00B52BEE" w:rsidRDefault="00B52BEE" w:rsidP="00B316B7">
      <w:pPr>
        <w:spacing w:after="0" w:line="240" w:lineRule="auto"/>
      </w:pPr>
      <w:r>
        <w:t>Jocelyn – Cinnamon Roll (1 Dozen)</w:t>
      </w:r>
    </w:p>
    <w:p w:rsidR="00B52BEE" w:rsidRDefault="00B52BEE" w:rsidP="00B316B7">
      <w:pPr>
        <w:spacing w:after="0" w:line="240" w:lineRule="auto"/>
      </w:pPr>
      <w:r>
        <w:t>Tamara – Cinnamon Roll (1 Dozen)</w:t>
      </w:r>
    </w:p>
    <w:p w:rsidR="00B52BEE" w:rsidRDefault="00B52BEE" w:rsidP="00B316B7">
      <w:pPr>
        <w:spacing w:after="0" w:line="240" w:lineRule="auto"/>
      </w:pPr>
      <w:r>
        <w:t xml:space="preserve">Darby – </w:t>
      </w:r>
      <w:proofErr w:type="spellStart"/>
      <w:r>
        <w:t>S’more</w:t>
      </w:r>
      <w:proofErr w:type="spellEnd"/>
      <w:r>
        <w:t xml:space="preserve"> (1 Dozen)</w:t>
      </w:r>
    </w:p>
    <w:p w:rsidR="00B52BEE" w:rsidRDefault="00B52BEE" w:rsidP="00B316B7">
      <w:pPr>
        <w:spacing w:after="0" w:line="240" w:lineRule="auto"/>
      </w:pPr>
      <w:proofErr w:type="spellStart"/>
      <w:r>
        <w:t>Shanelle</w:t>
      </w:r>
      <w:proofErr w:type="spellEnd"/>
      <w:r>
        <w:t xml:space="preserve"> – </w:t>
      </w:r>
      <w:proofErr w:type="spellStart"/>
      <w:r>
        <w:t>S’more</w:t>
      </w:r>
      <w:proofErr w:type="spellEnd"/>
      <w:r>
        <w:t xml:space="preserve"> (1 Dozen)</w:t>
      </w:r>
    </w:p>
    <w:p w:rsidR="00B52BEE" w:rsidRDefault="00B52BEE"/>
    <w:p w:rsidR="00B52BEE" w:rsidRPr="00B52BEE" w:rsidRDefault="00B52BEE" w:rsidP="00B316B7">
      <w:pPr>
        <w:spacing w:after="0" w:line="240" w:lineRule="auto"/>
        <w:rPr>
          <w:u w:val="single"/>
        </w:rPr>
      </w:pPr>
      <w:r w:rsidRPr="00B52BEE">
        <w:rPr>
          <w:u w:val="single"/>
        </w:rPr>
        <w:t>Wednesday Class:</w:t>
      </w:r>
    </w:p>
    <w:p w:rsidR="00B52BEE" w:rsidRDefault="0056641B" w:rsidP="00B316B7">
      <w:pPr>
        <w:spacing w:after="0" w:line="240" w:lineRule="auto"/>
      </w:pPr>
      <w:r>
        <w:t xml:space="preserve">Cookies &amp; Cream </w:t>
      </w:r>
      <w:proofErr w:type="gramStart"/>
      <w:r>
        <w:t>Icing</w:t>
      </w:r>
      <w:proofErr w:type="gramEnd"/>
      <w:r>
        <w:t xml:space="preserve"> (4</w:t>
      </w:r>
      <w:r w:rsidR="00B52BEE">
        <w:t xml:space="preserve"> dozen)</w:t>
      </w:r>
    </w:p>
    <w:p w:rsidR="00B52BEE" w:rsidRDefault="00B52BEE" w:rsidP="00B316B7">
      <w:pPr>
        <w:spacing w:after="0" w:line="240" w:lineRule="auto"/>
      </w:pPr>
      <w:proofErr w:type="spellStart"/>
      <w:r>
        <w:t>S’more</w:t>
      </w:r>
      <w:proofErr w:type="spellEnd"/>
      <w:r>
        <w:t xml:space="preserve"> icing (3 dozen)</w:t>
      </w:r>
    </w:p>
    <w:p w:rsidR="00B52BEE" w:rsidRDefault="00B52BEE">
      <w:pPr>
        <w:rPr>
          <w:u w:val="single"/>
        </w:rPr>
      </w:pPr>
    </w:p>
    <w:p w:rsidR="00B52BEE" w:rsidRPr="00B52BEE" w:rsidRDefault="00B52BEE" w:rsidP="00B316B7">
      <w:pPr>
        <w:spacing w:after="0" w:line="240" w:lineRule="auto"/>
        <w:rPr>
          <w:u w:val="single"/>
        </w:rPr>
      </w:pPr>
      <w:r w:rsidRPr="00B52BEE">
        <w:rPr>
          <w:u w:val="single"/>
        </w:rPr>
        <w:t xml:space="preserve">Wednesday </w:t>
      </w:r>
      <w:proofErr w:type="gramStart"/>
      <w:r w:rsidRPr="00B52BEE">
        <w:rPr>
          <w:u w:val="single"/>
        </w:rPr>
        <w:t>After</w:t>
      </w:r>
      <w:proofErr w:type="gramEnd"/>
      <w:r w:rsidRPr="00B52BEE">
        <w:rPr>
          <w:u w:val="single"/>
        </w:rPr>
        <w:t>- School</w:t>
      </w:r>
      <w:r w:rsidR="00653745">
        <w:rPr>
          <w:u w:val="single"/>
        </w:rPr>
        <w:t xml:space="preserve"> (</w:t>
      </w:r>
      <w:r w:rsidR="00B316B7">
        <w:rPr>
          <w:u w:val="single"/>
        </w:rPr>
        <w:t>Ostrander</w:t>
      </w:r>
      <w:r w:rsidR="00653745">
        <w:rPr>
          <w:u w:val="single"/>
        </w:rPr>
        <w:t>)</w:t>
      </w:r>
      <w:r w:rsidRPr="00B52BEE">
        <w:rPr>
          <w:u w:val="single"/>
        </w:rPr>
        <w:t>:</w:t>
      </w:r>
    </w:p>
    <w:p w:rsidR="00B52BEE" w:rsidRDefault="00B52BEE" w:rsidP="00B316B7">
      <w:pPr>
        <w:spacing w:after="0" w:line="240" w:lineRule="auto"/>
      </w:pPr>
      <w:r>
        <w:t>Noah – Dishes</w:t>
      </w:r>
    </w:p>
    <w:p w:rsidR="00B52BEE" w:rsidRDefault="00B52BEE" w:rsidP="00B316B7">
      <w:pPr>
        <w:spacing w:after="0" w:line="240" w:lineRule="auto"/>
      </w:pPr>
      <w:proofErr w:type="spellStart"/>
      <w:r>
        <w:t>MacKenzie</w:t>
      </w:r>
      <w:proofErr w:type="spellEnd"/>
      <w:r>
        <w:t xml:space="preserve"> – Cookies </w:t>
      </w:r>
      <w:r w:rsidR="0056641B">
        <w:t>&amp; Cream (2</w:t>
      </w:r>
      <w:r>
        <w:t xml:space="preserve"> dozen)</w:t>
      </w:r>
    </w:p>
    <w:p w:rsidR="00B52BEE" w:rsidRDefault="00B52BEE" w:rsidP="00B316B7">
      <w:pPr>
        <w:spacing w:after="0" w:line="240" w:lineRule="auto"/>
      </w:pPr>
      <w:r>
        <w:t xml:space="preserve">Taylor K- </w:t>
      </w:r>
      <w:proofErr w:type="spellStart"/>
      <w:r>
        <w:t>S’more</w:t>
      </w:r>
      <w:proofErr w:type="spellEnd"/>
      <w:r>
        <w:t xml:space="preserve"> (1 dozen)</w:t>
      </w:r>
    </w:p>
    <w:p w:rsidR="00B52BEE" w:rsidRDefault="00B52BEE" w:rsidP="00B316B7">
      <w:pPr>
        <w:spacing w:after="0" w:line="240" w:lineRule="auto"/>
      </w:pPr>
      <w:proofErr w:type="spellStart"/>
      <w:r>
        <w:t>Shanelle</w:t>
      </w:r>
      <w:proofErr w:type="spellEnd"/>
      <w:r>
        <w:t xml:space="preserve"> – Cinnamon </w:t>
      </w:r>
      <w:r w:rsidR="0056641B">
        <w:t>Roll (</w:t>
      </w:r>
      <w:r>
        <w:t>1 dozen)</w:t>
      </w:r>
    </w:p>
    <w:p w:rsidR="00B52BEE" w:rsidRDefault="00B52BEE"/>
    <w:p w:rsidR="00B52BEE" w:rsidRDefault="00B52BEE" w:rsidP="00B316B7">
      <w:pPr>
        <w:spacing w:after="0" w:line="240" w:lineRule="auto"/>
        <w:rPr>
          <w:u w:val="single"/>
        </w:rPr>
      </w:pPr>
      <w:r w:rsidRPr="00B52BEE">
        <w:rPr>
          <w:u w:val="single"/>
        </w:rPr>
        <w:t>Thursday Morning</w:t>
      </w:r>
      <w:r w:rsidR="00653745">
        <w:rPr>
          <w:u w:val="single"/>
        </w:rPr>
        <w:t xml:space="preserve"> (Petford</w:t>
      </w:r>
      <w:r w:rsidR="0056641B">
        <w:rPr>
          <w:u w:val="single"/>
        </w:rPr>
        <w:t>)</w:t>
      </w:r>
      <w:r w:rsidRPr="00B52BEE">
        <w:rPr>
          <w:u w:val="single"/>
        </w:rPr>
        <w:t>:</w:t>
      </w:r>
    </w:p>
    <w:p w:rsidR="00B52BEE" w:rsidRDefault="00B52BEE" w:rsidP="00B316B7">
      <w:pPr>
        <w:spacing w:after="0" w:line="240" w:lineRule="auto"/>
      </w:pPr>
      <w:r>
        <w:t xml:space="preserve">Nikki &amp; </w:t>
      </w:r>
      <w:proofErr w:type="spellStart"/>
      <w:r>
        <w:t>MacKenzie</w:t>
      </w:r>
      <w:proofErr w:type="spellEnd"/>
      <w:r>
        <w:t xml:space="preserve"> –</w:t>
      </w:r>
      <w:r w:rsidR="0056641B">
        <w:t xml:space="preserve"> Ice Cookies &amp; Cream (4</w:t>
      </w:r>
      <w:r>
        <w:t xml:space="preserve"> dozen)</w:t>
      </w:r>
    </w:p>
    <w:p w:rsidR="00B52BEE" w:rsidRDefault="00B52BEE" w:rsidP="00B316B7">
      <w:pPr>
        <w:spacing w:after="0" w:line="240" w:lineRule="auto"/>
      </w:pPr>
      <w:r>
        <w:t>Jocelyn &amp; Tamara – Ice Cinnamon Roll (3 dozen)</w:t>
      </w:r>
    </w:p>
    <w:p w:rsidR="00B52BEE" w:rsidRDefault="00B52BEE" w:rsidP="00B316B7">
      <w:pPr>
        <w:spacing w:after="0" w:line="240" w:lineRule="auto"/>
      </w:pPr>
      <w:r>
        <w:t xml:space="preserve">Marissa &amp; Noah – </w:t>
      </w:r>
      <w:proofErr w:type="spellStart"/>
      <w:r>
        <w:t>S’more</w:t>
      </w:r>
      <w:proofErr w:type="spellEnd"/>
      <w:r>
        <w:t xml:space="preserve"> (3 dozen)</w:t>
      </w:r>
    </w:p>
    <w:p w:rsidR="00B52BEE" w:rsidRDefault="00B52BEE">
      <w:pPr>
        <w:rPr>
          <w:u w:val="single"/>
        </w:rPr>
      </w:pPr>
    </w:p>
    <w:p w:rsidR="00B52BEE" w:rsidRDefault="00B52BEE" w:rsidP="00B316B7">
      <w:pPr>
        <w:spacing w:after="0" w:line="240" w:lineRule="auto"/>
        <w:rPr>
          <w:u w:val="single"/>
        </w:rPr>
      </w:pPr>
      <w:r w:rsidRPr="00B52BEE">
        <w:rPr>
          <w:u w:val="single"/>
        </w:rPr>
        <w:t>Thursday Class:</w:t>
      </w:r>
    </w:p>
    <w:p w:rsidR="00B52BEE" w:rsidRDefault="00B52BEE" w:rsidP="00B316B7">
      <w:pPr>
        <w:spacing w:after="0" w:line="240" w:lineRule="auto"/>
      </w:pPr>
      <w:r>
        <w:t>Cinnamon Roll</w:t>
      </w:r>
      <w:r w:rsidR="0056641B">
        <w:t xml:space="preserve"> (2 </w:t>
      </w:r>
      <w:r>
        <w:t>dozen)</w:t>
      </w:r>
    </w:p>
    <w:p w:rsidR="00B52BEE" w:rsidRDefault="0056641B" w:rsidP="00B316B7">
      <w:pPr>
        <w:spacing w:after="0" w:line="240" w:lineRule="auto"/>
      </w:pPr>
      <w:r>
        <w:t>Cookies &amp; Cream (2</w:t>
      </w:r>
      <w:r w:rsidR="00B52BEE">
        <w:t xml:space="preserve"> dozen)</w:t>
      </w:r>
    </w:p>
    <w:p w:rsidR="0056641B" w:rsidRDefault="0056641B" w:rsidP="00B316B7">
      <w:pPr>
        <w:spacing w:after="0" w:line="240" w:lineRule="auto"/>
      </w:pPr>
      <w:proofErr w:type="spellStart"/>
      <w:r>
        <w:t>S’more</w:t>
      </w:r>
      <w:proofErr w:type="spellEnd"/>
      <w:r>
        <w:t xml:space="preserve"> (1 dozen)</w:t>
      </w:r>
    </w:p>
    <w:p w:rsidR="0056641B" w:rsidRDefault="0056641B" w:rsidP="00B316B7">
      <w:pPr>
        <w:spacing w:after="0" w:line="240" w:lineRule="auto"/>
      </w:pPr>
      <w:r>
        <w:t>Red Velvet (1 dozen)</w:t>
      </w:r>
    </w:p>
    <w:p w:rsidR="0056641B" w:rsidRDefault="0056641B"/>
    <w:p w:rsidR="00B52BEE" w:rsidRDefault="0056641B" w:rsidP="00B316B7">
      <w:pPr>
        <w:spacing w:after="0" w:line="240" w:lineRule="auto"/>
        <w:rPr>
          <w:u w:val="single"/>
        </w:rPr>
      </w:pPr>
      <w:r>
        <w:rPr>
          <w:u w:val="single"/>
        </w:rPr>
        <w:t xml:space="preserve">Thursday </w:t>
      </w:r>
      <w:proofErr w:type="gramStart"/>
      <w:r>
        <w:rPr>
          <w:u w:val="single"/>
        </w:rPr>
        <w:t>After</w:t>
      </w:r>
      <w:proofErr w:type="gramEnd"/>
      <w:r>
        <w:rPr>
          <w:u w:val="single"/>
        </w:rPr>
        <w:t xml:space="preserve"> School</w:t>
      </w:r>
      <w:r w:rsidR="00653745">
        <w:rPr>
          <w:u w:val="single"/>
        </w:rPr>
        <w:t xml:space="preserve"> (</w:t>
      </w:r>
      <w:proofErr w:type="spellStart"/>
      <w:r w:rsidR="00653745">
        <w:rPr>
          <w:u w:val="single"/>
        </w:rPr>
        <w:t>McFarlen</w:t>
      </w:r>
      <w:proofErr w:type="spellEnd"/>
      <w:r w:rsidR="00653745">
        <w:rPr>
          <w:u w:val="single"/>
        </w:rPr>
        <w:t>)</w:t>
      </w:r>
      <w:r>
        <w:rPr>
          <w:u w:val="single"/>
        </w:rPr>
        <w:t>:</w:t>
      </w:r>
    </w:p>
    <w:p w:rsidR="0056641B" w:rsidRDefault="0056641B" w:rsidP="00B316B7">
      <w:pPr>
        <w:spacing w:after="0" w:line="240" w:lineRule="auto"/>
      </w:pPr>
      <w:r w:rsidRPr="0056641B">
        <w:t>Christian</w:t>
      </w:r>
      <w:r>
        <w:t xml:space="preserve"> – Cinnamon Roll Icing </w:t>
      </w:r>
      <w:r w:rsidR="00653745">
        <w:t>(2</w:t>
      </w:r>
      <w:r>
        <w:t xml:space="preserve"> dozen)</w:t>
      </w:r>
    </w:p>
    <w:p w:rsidR="0056641B" w:rsidRDefault="0056641B" w:rsidP="00B316B7">
      <w:pPr>
        <w:spacing w:after="0" w:line="240" w:lineRule="auto"/>
      </w:pPr>
      <w:r>
        <w:t xml:space="preserve">Riley – Cookies &amp; Cream </w:t>
      </w:r>
      <w:proofErr w:type="gramStart"/>
      <w:r>
        <w:t>Icing</w:t>
      </w:r>
      <w:proofErr w:type="gramEnd"/>
      <w:r>
        <w:t xml:space="preserve"> </w:t>
      </w:r>
      <w:r w:rsidR="00653745">
        <w:t>(2</w:t>
      </w:r>
      <w:r>
        <w:t xml:space="preserve"> dozen)</w:t>
      </w:r>
    </w:p>
    <w:p w:rsidR="00653745" w:rsidRDefault="00653745" w:rsidP="00B316B7">
      <w:pPr>
        <w:spacing w:after="0" w:line="240" w:lineRule="auto"/>
      </w:pPr>
      <w:r>
        <w:t>Jocelyn – Red Velvet Icing (1 dozen)</w:t>
      </w:r>
    </w:p>
    <w:p w:rsidR="00653745" w:rsidRDefault="00653745" w:rsidP="00B316B7">
      <w:pPr>
        <w:spacing w:after="0" w:line="240" w:lineRule="auto"/>
      </w:pPr>
      <w:r>
        <w:t xml:space="preserve">Unknown – </w:t>
      </w:r>
      <w:proofErr w:type="spellStart"/>
      <w:r>
        <w:t>S’more</w:t>
      </w:r>
      <w:proofErr w:type="spellEnd"/>
      <w:r>
        <w:t xml:space="preserve"> </w:t>
      </w:r>
      <w:proofErr w:type="gramStart"/>
      <w:r>
        <w:t>Icing</w:t>
      </w:r>
      <w:proofErr w:type="gramEnd"/>
      <w:r>
        <w:t xml:space="preserve"> (1 dozen) </w:t>
      </w:r>
    </w:p>
    <w:p w:rsidR="0056641B" w:rsidRPr="0056641B" w:rsidRDefault="0056641B" w:rsidP="00B316B7">
      <w:pPr>
        <w:spacing w:after="0" w:line="240" w:lineRule="auto"/>
      </w:pPr>
      <w:r>
        <w:t>Noah - Dishes</w:t>
      </w:r>
    </w:p>
    <w:p w:rsidR="00B316B7" w:rsidRDefault="00B316B7">
      <w:pPr>
        <w:rPr>
          <w:u w:val="single"/>
        </w:rPr>
      </w:pPr>
    </w:p>
    <w:p w:rsidR="00B52BEE" w:rsidRDefault="0056641B" w:rsidP="00B316B7">
      <w:pPr>
        <w:spacing w:after="0" w:line="240" w:lineRule="auto"/>
        <w:rPr>
          <w:u w:val="single"/>
        </w:rPr>
      </w:pPr>
      <w:r>
        <w:rPr>
          <w:u w:val="single"/>
        </w:rPr>
        <w:t>Friday Morning (</w:t>
      </w:r>
      <w:proofErr w:type="spellStart"/>
      <w:r>
        <w:rPr>
          <w:u w:val="single"/>
        </w:rPr>
        <w:t>McFarlen</w:t>
      </w:r>
      <w:proofErr w:type="spellEnd"/>
      <w:r>
        <w:rPr>
          <w:u w:val="single"/>
        </w:rPr>
        <w:t>):</w:t>
      </w:r>
    </w:p>
    <w:p w:rsidR="0056641B" w:rsidRDefault="0056641B" w:rsidP="00B316B7">
      <w:pPr>
        <w:spacing w:after="0" w:line="240" w:lineRule="auto"/>
      </w:pPr>
      <w:proofErr w:type="spellStart"/>
      <w:r>
        <w:t>Shanelle</w:t>
      </w:r>
      <w:proofErr w:type="spellEnd"/>
      <w:r>
        <w:t xml:space="preserve"> – Ice </w:t>
      </w:r>
      <w:r w:rsidR="00653745">
        <w:t>Cookies &amp; Cream (2</w:t>
      </w:r>
      <w:r>
        <w:t xml:space="preserve"> dozen)</w:t>
      </w:r>
    </w:p>
    <w:p w:rsidR="0056641B" w:rsidRDefault="0056641B" w:rsidP="00B316B7">
      <w:pPr>
        <w:spacing w:after="0" w:line="240" w:lineRule="auto"/>
      </w:pPr>
      <w:r>
        <w:t>Darby – Ice Cinna</w:t>
      </w:r>
      <w:r w:rsidR="00653745">
        <w:t>mon Roll (2</w:t>
      </w:r>
      <w:r>
        <w:t xml:space="preserve"> dozen)</w:t>
      </w:r>
    </w:p>
    <w:p w:rsidR="0056641B" w:rsidRDefault="0056641B" w:rsidP="00B316B7">
      <w:pPr>
        <w:spacing w:after="0" w:line="240" w:lineRule="auto"/>
      </w:pPr>
      <w:r>
        <w:t>Taylor –</w:t>
      </w:r>
      <w:r w:rsidR="00653745">
        <w:t xml:space="preserve"> Ice Red Velvet (1 dozen)</w:t>
      </w:r>
    </w:p>
    <w:p w:rsidR="00653745" w:rsidRDefault="00653745" w:rsidP="00B316B7">
      <w:pPr>
        <w:spacing w:after="0" w:line="240" w:lineRule="auto"/>
      </w:pPr>
      <w:r>
        <w:t xml:space="preserve">Marissa – Ice </w:t>
      </w:r>
      <w:proofErr w:type="spellStart"/>
      <w:r>
        <w:t>S’more</w:t>
      </w:r>
      <w:proofErr w:type="spellEnd"/>
      <w:r>
        <w:t xml:space="preserve"> (1 dozen)</w:t>
      </w:r>
    </w:p>
    <w:p w:rsidR="0056641B" w:rsidRDefault="0056641B" w:rsidP="00B316B7">
      <w:pPr>
        <w:spacing w:after="0" w:line="240" w:lineRule="auto"/>
      </w:pPr>
      <w:r>
        <w:t>Noah –</w:t>
      </w:r>
      <w:r w:rsidR="00653745">
        <w:t xml:space="preserve"> Dishes</w:t>
      </w:r>
    </w:p>
    <w:p w:rsidR="0056641B" w:rsidRPr="0056641B" w:rsidRDefault="0056641B" w:rsidP="00B316B7">
      <w:pPr>
        <w:spacing w:after="0" w:line="240" w:lineRule="auto"/>
      </w:pPr>
      <w:r>
        <w:t>Edwin –</w:t>
      </w:r>
      <w:r w:rsidR="00653745">
        <w:t xml:space="preserve"> Dishes</w:t>
      </w:r>
    </w:p>
    <w:p w:rsidR="0056641B" w:rsidRDefault="0056641B" w:rsidP="00B316B7">
      <w:pPr>
        <w:spacing w:after="0" w:line="240" w:lineRule="auto"/>
        <w:rPr>
          <w:u w:val="single"/>
        </w:rPr>
      </w:pPr>
      <w:r>
        <w:rPr>
          <w:u w:val="single"/>
        </w:rPr>
        <w:t>Friday Class:</w:t>
      </w:r>
    </w:p>
    <w:p w:rsidR="00653745" w:rsidRPr="00653745" w:rsidRDefault="00653745" w:rsidP="00B316B7">
      <w:pPr>
        <w:spacing w:after="0" w:line="240" w:lineRule="auto"/>
      </w:pPr>
      <w:r>
        <w:t>Finishing Touches!</w:t>
      </w:r>
    </w:p>
    <w:p w:rsidR="00B52BEE" w:rsidRDefault="00B52BEE"/>
    <w:sectPr w:rsidR="00B52BEE" w:rsidSect="00B316B7">
      <w:pgSz w:w="12240" w:h="15840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BEE"/>
    <w:rsid w:val="003D2504"/>
    <w:rsid w:val="0056641B"/>
    <w:rsid w:val="00653745"/>
    <w:rsid w:val="006F2AAA"/>
    <w:rsid w:val="00B316B7"/>
    <w:rsid w:val="00B52BEE"/>
    <w:rsid w:val="00D9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7B40DCE0.dotm</Template>
  <TotalTime>34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2014-05-20T21:34:00Z</cp:lastPrinted>
  <dcterms:created xsi:type="dcterms:W3CDTF">2014-05-20T21:00:00Z</dcterms:created>
  <dcterms:modified xsi:type="dcterms:W3CDTF">2014-05-20T21:37:00Z</dcterms:modified>
</cp:coreProperties>
</file>